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14:paraId="2BF9160C" w14:textId="77777777" w:rsidTr="00157DE0">
        <w:trPr>
          <w:trHeight w:hRule="exact" w:val="15336"/>
        </w:trPr>
        <w:tc>
          <w:tcPr>
            <w:tcW w:w="9638" w:type="dxa"/>
          </w:tcPr>
          <w:p w14:paraId="2E4170A0" w14:textId="77777777" w:rsidR="001E4DA8" w:rsidRPr="00982E1F" w:rsidRDefault="001E4DA8" w:rsidP="00FB5AB1">
            <w:pPr>
              <w:jc w:val="center"/>
              <w:rPr>
                <w:rStyle w:val="Odkazintenzivn"/>
              </w:rPr>
            </w:pPr>
          </w:p>
          <w:p w14:paraId="1F8A8876" w14:textId="77777777" w:rsidR="00B21F40" w:rsidRPr="00982E1F" w:rsidRDefault="00B21F40" w:rsidP="00FB5AB1">
            <w:pPr>
              <w:jc w:val="center"/>
            </w:pPr>
          </w:p>
          <w:p w14:paraId="20A1E4A5" w14:textId="77777777" w:rsidR="00B21F40" w:rsidRPr="00322EA5" w:rsidRDefault="00FB2C50" w:rsidP="00FB5AB1">
            <w:pPr>
              <w:jc w:val="center"/>
            </w:pPr>
            <w:r w:rsidRPr="00322EA5">
              <w:rPr>
                <w:noProof/>
                <w:lang w:eastAsia="cs-CZ"/>
              </w:rPr>
              <w:drawing>
                <wp:anchor distT="0" distB="0" distL="114300" distR="114300" simplePos="0" relativeHeight="251655168" behindDoc="0" locked="0" layoutInCell="1" allowOverlap="1" wp14:anchorId="05C6CD7B" wp14:editId="36C5A92C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DCD563E" w14:textId="77777777" w:rsidR="00B21F40" w:rsidRPr="00322EA5" w:rsidRDefault="00B21F40" w:rsidP="00FB5AB1">
            <w:pPr>
              <w:jc w:val="center"/>
            </w:pPr>
          </w:p>
          <w:p w14:paraId="49729397" w14:textId="77777777" w:rsidR="00B21F40" w:rsidRPr="00322EA5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1361"/>
              <w:gridCol w:w="1644"/>
              <w:gridCol w:w="1389"/>
            </w:tblGrid>
            <w:tr w:rsidR="00A92EBB" w:rsidRPr="00322EA5" w14:paraId="232506A3" w14:textId="77777777" w:rsidTr="00157DE0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B94E67D" w14:textId="77777777" w:rsidR="00A92EBB" w:rsidRPr="00322EA5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322EA5">
                    <w:rPr>
                      <w:rFonts w:cs="Arial"/>
                      <w:sz w:val="16"/>
                      <w:szCs w:val="16"/>
                    </w:rPr>
                    <w:t>INPROS F-M s.r.o., 28. října 1639, 738 01 Frýdek-Místek,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A5B3310" w14:textId="77777777" w:rsidR="00A92EBB" w:rsidRPr="00322EA5" w:rsidRDefault="00A92EBB" w:rsidP="00A92EBB">
                  <w:pPr>
                    <w:rPr>
                      <w:sz w:val="16"/>
                      <w:szCs w:val="16"/>
                    </w:rPr>
                  </w:pPr>
                  <w:r w:rsidRPr="00322EA5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59264" behindDoc="0" locked="0" layoutInCell="1" allowOverlap="1" wp14:anchorId="57F7CD62" wp14:editId="588EFE9E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22EA5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7C2A4A3" w14:textId="77777777" w:rsidR="00A92EBB" w:rsidRPr="00322EA5" w:rsidRDefault="00A92EBB" w:rsidP="00A92EBB">
                  <w:pPr>
                    <w:rPr>
                      <w:sz w:val="16"/>
                      <w:szCs w:val="16"/>
                    </w:rPr>
                  </w:pPr>
                  <w:r w:rsidRPr="00322EA5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61312" behindDoc="1" locked="0" layoutInCell="1" allowOverlap="1" wp14:anchorId="00CAE153" wp14:editId="0232CC2D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22EA5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132C10E" w14:textId="77777777" w:rsidR="00A92EBB" w:rsidRPr="00322EA5" w:rsidRDefault="00A92EBB" w:rsidP="00A92EBB">
                  <w:pPr>
                    <w:rPr>
                      <w:sz w:val="16"/>
                      <w:szCs w:val="16"/>
                    </w:rPr>
                  </w:pPr>
                  <w:r w:rsidRPr="00322EA5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57216" behindDoc="1" locked="0" layoutInCell="1" allowOverlap="1" wp14:anchorId="71CF9577" wp14:editId="43A5E7A2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22EA5">
                    <w:rPr>
                      <w:rFonts w:cs="Arial"/>
                      <w:sz w:val="16"/>
                      <w:szCs w:val="16"/>
                    </w:rPr>
                    <w:t xml:space="preserve"> www.inprosfm.cz</w:t>
                  </w:r>
                </w:p>
              </w:tc>
            </w:tr>
          </w:tbl>
          <w:p w14:paraId="5E7C58CE" w14:textId="2730B640" w:rsidR="000A7B0F" w:rsidRPr="00322EA5" w:rsidRDefault="00AD66FC" w:rsidP="00FB5AB1">
            <w:pPr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B404A6" wp14:editId="7E79F173">
                      <wp:simplePos x="0" y="0"/>
                      <wp:positionH relativeFrom="column">
                        <wp:posOffset>538480</wp:posOffset>
                      </wp:positionH>
                      <wp:positionV relativeFrom="page">
                        <wp:posOffset>1119505</wp:posOffset>
                      </wp:positionV>
                      <wp:extent cx="5039995" cy="429260"/>
                      <wp:effectExtent l="0" t="0" r="0" b="0"/>
                      <wp:wrapNone/>
                      <wp:docPr id="3" name="Textové po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39995" cy="429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765F8B" w14:textId="77777777" w:rsidR="00460F12" w:rsidRPr="00FB2C50" w:rsidRDefault="00460F12" w:rsidP="000A7B0F">
                                  <w:pPr>
                                    <w:pStyle w:val="Bezmez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FB2C50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SEZNAM PŘÍLOH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B404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style="position:absolute;left:0;text-align:left;margin-left:42.4pt;margin-top:88.15pt;width:396.85pt;height:3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" fillcolor="white [3201]" stroked="f" strokeweight=".5pt">
                      <v:textbox>
                        <w:txbxContent>
                          <w:p w14:paraId="09765F8B" w14:textId="77777777" w:rsidR="00460F12" w:rsidRPr="00FB2C50" w:rsidRDefault="00460F12" w:rsidP="000A7B0F">
                            <w:pPr>
                              <w:pStyle w:val="Bezmez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B2C50">
                              <w:rPr>
                                <w:b/>
                                <w:sz w:val="40"/>
                                <w:szCs w:val="40"/>
                              </w:rPr>
                              <w:t>SEZNAM PŘÍLOH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367BC83" w14:textId="77777777" w:rsidR="00986BA0" w:rsidRPr="00322EA5" w:rsidRDefault="00986BA0" w:rsidP="00FB5AB1">
            <w:pPr>
              <w:jc w:val="center"/>
            </w:pPr>
          </w:p>
          <w:p w14:paraId="1DB7DA17" w14:textId="77777777" w:rsidR="00986BA0" w:rsidRPr="00322EA5" w:rsidRDefault="00986BA0" w:rsidP="00FB5AB1">
            <w:pPr>
              <w:jc w:val="center"/>
            </w:pPr>
          </w:p>
          <w:p w14:paraId="3136586F" w14:textId="7AAAD98A" w:rsidR="000B5EF7" w:rsidRPr="00322EA5" w:rsidRDefault="00AD66FC" w:rsidP="00FB5AB1">
            <w:pPr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232320" wp14:editId="436AFE4E">
                      <wp:simplePos x="0" y="0"/>
                      <wp:positionH relativeFrom="margin">
                        <wp:posOffset>1040765</wp:posOffset>
                      </wp:positionH>
                      <wp:positionV relativeFrom="page">
                        <wp:posOffset>1567180</wp:posOffset>
                      </wp:positionV>
                      <wp:extent cx="3749040" cy="521335"/>
                      <wp:effectExtent l="0" t="0" r="0" b="0"/>
                      <wp:wrapNone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49040" cy="521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085210" w14:textId="00751D7C" w:rsidR="002B3EF0" w:rsidRDefault="00DE6778" w:rsidP="00C96738">
                                  <w:pPr>
                                    <w:spacing w:after="60" w:line="276" w:lineRule="auto"/>
                                    <w:ind w:left="56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01.02. </w:t>
                                  </w:r>
                                  <w:r w:rsidRPr="00DE6778">
                                    <w:rPr>
                                      <w:b/>
                                    </w:rPr>
                                    <w:t xml:space="preserve">SO 02 Hala </w:t>
                                  </w:r>
                                  <w:proofErr w:type="spellStart"/>
                                  <w:r w:rsidRPr="00DE6778">
                                    <w:rPr>
                                      <w:b/>
                                    </w:rPr>
                                    <w:t>TaO</w:t>
                                  </w:r>
                                  <w:proofErr w:type="spellEnd"/>
                                </w:p>
                                <w:p w14:paraId="4C8564A4" w14:textId="33DFEEEE" w:rsidR="00460F12" w:rsidRPr="00986BA0" w:rsidRDefault="00DE6778" w:rsidP="00DE6778">
                                  <w:pPr>
                                    <w:spacing w:after="60" w:line="276" w:lineRule="auto"/>
                                    <w:ind w:left="567"/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DE6778">
                                    <w:rPr>
                                      <w:b/>
                                    </w:rPr>
                                    <w:t>ALUF - SVITKY</w:t>
                                  </w:r>
                                  <w:proofErr w:type="gramEnd"/>
                                  <w:r w:rsidRPr="00DE6778">
                                    <w:rPr>
                                      <w:b/>
                                    </w:rPr>
                                    <w:t xml:space="preserve"> - STAVEBNÍ ŘEŠENÍ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32320" id="Textové pole 2" o:spid="_x0000_s1027" type="#_x0000_t202" style="position:absolute;left:0;text-align:left;margin-left:81.95pt;margin-top:123.4pt;width:295.2pt;height:41.0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" fillcolor="white [3201]" stroked="f" strokeweight=".5pt">
                      <v:textbox>
                        <w:txbxContent>
                          <w:p w14:paraId="42085210" w14:textId="00751D7C" w:rsidR="002B3EF0" w:rsidRDefault="00DE6778" w:rsidP="00C96738">
                            <w:pPr>
                              <w:spacing w:after="60" w:line="276" w:lineRule="auto"/>
                              <w:ind w:left="56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01.02. </w:t>
                            </w:r>
                            <w:r w:rsidRPr="00DE6778">
                              <w:rPr>
                                <w:b/>
                              </w:rPr>
                              <w:t xml:space="preserve">SO 02 Hala </w:t>
                            </w:r>
                            <w:proofErr w:type="spellStart"/>
                            <w:r w:rsidRPr="00DE6778">
                              <w:rPr>
                                <w:b/>
                              </w:rPr>
                              <w:t>TaO</w:t>
                            </w:r>
                            <w:proofErr w:type="spellEnd"/>
                          </w:p>
                          <w:p w14:paraId="4C8564A4" w14:textId="33DFEEEE" w:rsidR="00460F12" w:rsidRPr="00986BA0" w:rsidRDefault="00DE6778" w:rsidP="00DE6778">
                            <w:pPr>
                              <w:spacing w:after="60" w:line="276" w:lineRule="auto"/>
                              <w:ind w:left="567"/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DE6778">
                              <w:rPr>
                                <w:b/>
                              </w:rPr>
                              <w:t>ALUF - SVITKY</w:t>
                            </w:r>
                            <w:proofErr w:type="gramEnd"/>
                            <w:r w:rsidRPr="00DE6778">
                              <w:rPr>
                                <w:b/>
                              </w:rPr>
                              <w:t xml:space="preserve"> - STAVEBNÍ ŘEŠENÍ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  <w:p w14:paraId="0CEB5705" w14:textId="77777777" w:rsidR="00FB2C50" w:rsidRPr="00322EA5" w:rsidRDefault="00FB2C50" w:rsidP="00FB5AB1">
            <w:pPr>
              <w:jc w:val="center"/>
            </w:pPr>
          </w:p>
          <w:p w14:paraId="3B76133D" w14:textId="77777777" w:rsidR="00FB2C50" w:rsidRPr="00322EA5" w:rsidRDefault="00FB2C50" w:rsidP="00FB5AB1">
            <w:pPr>
              <w:jc w:val="center"/>
            </w:pPr>
          </w:p>
          <w:p w14:paraId="3BCCDC62" w14:textId="77777777" w:rsidR="00FB2C50" w:rsidRPr="00322EA5" w:rsidRDefault="00FB2C50" w:rsidP="00FB5AB1">
            <w:pPr>
              <w:jc w:val="center"/>
            </w:pPr>
          </w:p>
          <w:p w14:paraId="3D2F718B" w14:textId="77777777" w:rsidR="00FB2C50" w:rsidRPr="00322EA5" w:rsidRDefault="00FB2C50" w:rsidP="0035645A">
            <w:pPr>
              <w:jc w:val="center"/>
            </w:pPr>
          </w:p>
          <w:p w14:paraId="57CDAD48" w14:textId="539B5435" w:rsidR="00E867E3" w:rsidRPr="0076198C" w:rsidRDefault="00102597" w:rsidP="0035645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 w:rsidRPr="0076198C">
              <w:rPr>
                <w:rFonts w:cs="Arial"/>
                <w:b/>
                <w:bCs/>
              </w:rPr>
              <w:t>01.</w:t>
            </w:r>
            <w:r w:rsidR="0035645A" w:rsidRPr="0076198C">
              <w:rPr>
                <w:rFonts w:cs="Arial"/>
                <w:b/>
                <w:bCs/>
              </w:rPr>
              <w:t xml:space="preserve"> </w:t>
            </w:r>
            <w:r w:rsidR="00E867E3" w:rsidRPr="0076198C">
              <w:rPr>
                <w:rFonts w:cs="Arial"/>
                <w:b/>
                <w:bCs/>
              </w:rPr>
              <w:t>TECHNICKÁ ZPRÁVA</w:t>
            </w:r>
          </w:p>
          <w:p w14:paraId="414D8F0C" w14:textId="6A2D5389" w:rsidR="00C96738" w:rsidRPr="0076198C" w:rsidRDefault="00102597" w:rsidP="0035645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 w:rsidRPr="0076198C">
              <w:rPr>
                <w:rFonts w:cs="Arial"/>
                <w:b/>
                <w:bCs/>
              </w:rPr>
              <w:t>02.</w:t>
            </w:r>
            <w:r w:rsidR="0035645A" w:rsidRPr="0076198C">
              <w:rPr>
                <w:rFonts w:cs="Arial"/>
                <w:b/>
                <w:bCs/>
              </w:rPr>
              <w:t xml:space="preserve"> </w:t>
            </w:r>
            <w:r w:rsidR="00DE6778">
              <w:rPr>
                <w:rFonts w:cs="Arial"/>
                <w:b/>
                <w:bCs/>
              </w:rPr>
              <w:t>STAVEBNĚ TECHNICKÉ ŘEŠENÍ</w:t>
            </w:r>
          </w:p>
          <w:p w14:paraId="0ECBB7D8" w14:textId="07C68E57" w:rsidR="00C96738" w:rsidRPr="0076198C" w:rsidRDefault="00DE6778" w:rsidP="0035645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02.1. PŮDORYS ZÁKLADŮ</w:t>
            </w:r>
          </w:p>
          <w:p w14:paraId="2E4FA58E" w14:textId="7D866935" w:rsidR="00DE6778" w:rsidRPr="0076198C" w:rsidRDefault="00DE6778" w:rsidP="00DE6778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02.2. </w:t>
            </w:r>
            <w:r w:rsidR="000F658A">
              <w:rPr>
                <w:rFonts w:cs="Arial"/>
                <w:b/>
                <w:bCs/>
              </w:rPr>
              <w:t>ŘEZY A-A, B-B</w:t>
            </w:r>
          </w:p>
          <w:p w14:paraId="7F81B6D2" w14:textId="5C3E6D9A" w:rsidR="00DE6778" w:rsidRPr="00DE6778" w:rsidRDefault="00DE6778" w:rsidP="00DE6778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02.2. </w:t>
            </w:r>
            <w:r w:rsidR="000F658A">
              <w:rPr>
                <w:rFonts w:cs="Arial"/>
                <w:b/>
                <w:bCs/>
              </w:rPr>
              <w:t>ŘEZY C-C, D-D</w:t>
            </w:r>
          </w:p>
          <w:p w14:paraId="6AA55548" w14:textId="5AEDBDA0" w:rsidR="00C96738" w:rsidRPr="0076198C" w:rsidRDefault="00DE6778" w:rsidP="0035645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03</w:t>
            </w:r>
            <w:r w:rsidR="00102597" w:rsidRPr="0076198C">
              <w:rPr>
                <w:rFonts w:cs="Arial"/>
                <w:b/>
                <w:bCs/>
              </w:rPr>
              <w:t>.</w:t>
            </w:r>
            <w:r w:rsidR="0035645A" w:rsidRPr="0076198C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STAVEBNĚ KONSTRUKČNÍ ŘEŠENÍ</w:t>
            </w:r>
            <w:r w:rsidR="006C2F73" w:rsidRPr="0076198C">
              <w:rPr>
                <w:rFonts w:cs="Arial"/>
                <w:b/>
                <w:bCs/>
              </w:rPr>
              <w:t xml:space="preserve"> </w:t>
            </w:r>
          </w:p>
          <w:p w14:paraId="5DC729EA" w14:textId="282E7EC5" w:rsidR="00DE6778" w:rsidRPr="00DE6778" w:rsidRDefault="00DE6778" w:rsidP="00DE6778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03</w:t>
            </w:r>
            <w:r w:rsidRPr="00DE6778">
              <w:rPr>
                <w:rFonts w:cs="Arial"/>
                <w:b/>
                <w:bCs/>
              </w:rPr>
              <w:t xml:space="preserve">.1. </w:t>
            </w:r>
            <w:r w:rsidR="000F658A" w:rsidRPr="000F658A">
              <w:rPr>
                <w:rFonts w:cs="Arial"/>
                <w:b/>
                <w:bCs/>
              </w:rPr>
              <w:t xml:space="preserve">VÝKRES </w:t>
            </w:r>
            <w:proofErr w:type="gramStart"/>
            <w:r w:rsidR="000F658A" w:rsidRPr="000F658A">
              <w:rPr>
                <w:rFonts w:cs="Arial"/>
                <w:b/>
                <w:bCs/>
              </w:rPr>
              <w:t>TVARU - OSY</w:t>
            </w:r>
            <w:proofErr w:type="gramEnd"/>
            <w:r w:rsidR="000F658A" w:rsidRPr="000F658A">
              <w:rPr>
                <w:rFonts w:cs="Arial"/>
                <w:b/>
                <w:bCs/>
              </w:rPr>
              <w:t xml:space="preserve"> 17-23</w:t>
            </w:r>
          </w:p>
          <w:p w14:paraId="3C9FF011" w14:textId="7770D965" w:rsidR="00DE6778" w:rsidRPr="0076198C" w:rsidRDefault="00DE6778" w:rsidP="00DE6778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03.2. </w:t>
            </w:r>
            <w:r w:rsidR="000F658A" w:rsidRPr="000F658A">
              <w:rPr>
                <w:rFonts w:cs="Arial"/>
                <w:b/>
                <w:bCs/>
              </w:rPr>
              <w:t xml:space="preserve">VÝKRES </w:t>
            </w:r>
            <w:proofErr w:type="gramStart"/>
            <w:r w:rsidR="000F658A" w:rsidRPr="000F658A">
              <w:rPr>
                <w:rFonts w:cs="Arial"/>
                <w:b/>
                <w:bCs/>
              </w:rPr>
              <w:t>TVARU - OSY</w:t>
            </w:r>
            <w:proofErr w:type="gramEnd"/>
            <w:r w:rsidR="000F658A" w:rsidRPr="000F658A">
              <w:rPr>
                <w:rFonts w:cs="Arial"/>
                <w:b/>
                <w:bCs/>
              </w:rPr>
              <w:t xml:space="preserve"> 23-26</w:t>
            </w:r>
          </w:p>
          <w:p w14:paraId="5EC991E4" w14:textId="11A9DB3A" w:rsidR="00DE6778" w:rsidRPr="00DE6778" w:rsidRDefault="00DE6778" w:rsidP="00DE6778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03.3. </w:t>
            </w:r>
            <w:r w:rsidR="000F658A" w:rsidRPr="000F658A">
              <w:rPr>
                <w:rFonts w:cs="Arial"/>
                <w:b/>
                <w:bCs/>
              </w:rPr>
              <w:t xml:space="preserve">VÝKRES </w:t>
            </w:r>
            <w:proofErr w:type="gramStart"/>
            <w:r w:rsidR="000F658A" w:rsidRPr="000F658A">
              <w:rPr>
                <w:rFonts w:cs="Arial"/>
                <w:b/>
                <w:bCs/>
              </w:rPr>
              <w:t>TVARU - ŘEZY</w:t>
            </w:r>
            <w:proofErr w:type="gramEnd"/>
          </w:p>
          <w:p w14:paraId="728966B3" w14:textId="44CC77E1" w:rsidR="000F658A" w:rsidRPr="00DE6778" w:rsidRDefault="000F658A" w:rsidP="000F658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03.4. </w:t>
            </w:r>
            <w:r w:rsidRPr="000F658A">
              <w:rPr>
                <w:rFonts w:cs="Arial"/>
                <w:b/>
                <w:bCs/>
              </w:rPr>
              <w:t xml:space="preserve">VÝKRES </w:t>
            </w:r>
            <w:proofErr w:type="gramStart"/>
            <w:r w:rsidRPr="000F658A">
              <w:rPr>
                <w:rFonts w:cs="Arial"/>
                <w:b/>
                <w:bCs/>
              </w:rPr>
              <w:t>TVARU - AXONOMETRIE</w:t>
            </w:r>
            <w:proofErr w:type="gramEnd"/>
          </w:p>
          <w:p w14:paraId="1C35C4D6" w14:textId="67D9D79D" w:rsidR="000F658A" w:rsidRPr="00DE6778" w:rsidRDefault="006311CC" w:rsidP="000F658A">
            <w:pPr>
              <w:pStyle w:val="Odstavecseseznamem"/>
              <w:spacing w:line="360" w:lineRule="auto"/>
              <w:ind w:left="2124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03.</w:t>
            </w:r>
            <w:r>
              <w:rPr>
                <w:rFonts w:cs="Arial"/>
                <w:b/>
                <w:bCs/>
              </w:rPr>
              <w:t>5</w:t>
            </w:r>
            <w:r>
              <w:rPr>
                <w:rFonts w:cs="Arial"/>
                <w:b/>
                <w:bCs/>
              </w:rPr>
              <w:t xml:space="preserve">. </w:t>
            </w:r>
            <w:r w:rsidRPr="006311CC">
              <w:rPr>
                <w:rFonts w:cs="Arial"/>
                <w:b/>
                <w:bCs/>
              </w:rPr>
              <w:t>SCHÉMA OSAZENÍ TECHNOLOGIE</w:t>
            </w:r>
          </w:p>
          <w:p w14:paraId="12018338" w14:textId="77777777" w:rsidR="008D199C" w:rsidRPr="008D199C" w:rsidRDefault="008D199C" w:rsidP="008D199C">
            <w:pPr>
              <w:pStyle w:val="Odstavecseseznamem"/>
              <w:spacing w:line="360" w:lineRule="auto"/>
              <w:ind w:left="2124"/>
              <w:rPr>
                <w:rFonts w:cs="Arial"/>
                <w:sz w:val="20"/>
                <w:szCs w:val="20"/>
              </w:rPr>
            </w:pPr>
          </w:p>
          <w:p w14:paraId="6CFFCA19" w14:textId="2903E8FB" w:rsidR="008D199C" w:rsidRPr="001D5FD4" w:rsidRDefault="008D199C" w:rsidP="0076198C">
            <w:pPr>
              <w:pStyle w:val="Odstavecseseznamem"/>
              <w:spacing w:line="360" w:lineRule="auto"/>
              <w:ind w:left="1843" w:hanging="425"/>
              <w:rPr>
                <w:rFonts w:ascii="Arial" w:hAnsi="Arial" w:cs="Arial"/>
              </w:rPr>
            </w:pPr>
            <w:r>
              <w:rPr>
                <w:rFonts w:cs="Arial"/>
                <w:b/>
                <w:bCs/>
              </w:rPr>
              <w:t xml:space="preserve">             </w:t>
            </w:r>
            <w:r w:rsidRPr="008D199C">
              <w:rPr>
                <w:rFonts w:cs="Arial"/>
              </w:rPr>
              <w:t xml:space="preserve"> </w:t>
            </w:r>
          </w:p>
        </w:tc>
      </w:tr>
    </w:tbl>
    <w:p w14:paraId="26A4527F" w14:textId="0B5D1390" w:rsidR="00157DE0" w:rsidRDefault="00157DE0"/>
    <w:sectPr w:rsidR="00157DE0" w:rsidSect="00DC2CFE">
      <w:pgSz w:w="11906" w:h="16838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13094"/>
    <w:multiLevelType w:val="hybridMultilevel"/>
    <w:tmpl w:val="D3A02DC6"/>
    <w:lvl w:ilvl="0" w:tplc="FFFFFFFF">
      <w:start w:val="1"/>
      <w:numFmt w:val="decimalZero"/>
      <w:lvlText w:val="%1."/>
      <w:lvlJc w:val="left"/>
      <w:pPr>
        <w:ind w:left="2138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3FE3A76"/>
    <w:multiLevelType w:val="hybridMultilevel"/>
    <w:tmpl w:val="07049288"/>
    <w:lvl w:ilvl="0" w:tplc="04DA8158">
      <w:start w:val="1"/>
      <w:numFmt w:val="decimalZero"/>
      <w:lvlText w:val="%1."/>
      <w:lvlJc w:val="left"/>
      <w:pPr>
        <w:ind w:left="3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40" w:hanging="360"/>
      </w:pPr>
    </w:lvl>
    <w:lvl w:ilvl="2" w:tplc="0405001B" w:tentative="1">
      <w:start w:val="1"/>
      <w:numFmt w:val="lowerRoman"/>
      <w:lvlText w:val="%3."/>
      <w:lvlJc w:val="right"/>
      <w:pPr>
        <w:ind w:left="4860" w:hanging="180"/>
      </w:pPr>
    </w:lvl>
    <w:lvl w:ilvl="3" w:tplc="0405000F" w:tentative="1">
      <w:start w:val="1"/>
      <w:numFmt w:val="decimal"/>
      <w:lvlText w:val="%4."/>
      <w:lvlJc w:val="left"/>
      <w:pPr>
        <w:ind w:left="5580" w:hanging="360"/>
      </w:pPr>
    </w:lvl>
    <w:lvl w:ilvl="4" w:tplc="04050019" w:tentative="1">
      <w:start w:val="1"/>
      <w:numFmt w:val="lowerLetter"/>
      <w:lvlText w:val="%5."/>
      <w:lvlJc w:val="left"/>
      <w:pPr>
        <w:ind w:left="6300" w:hanging="360"/>
      </w:pPr>
    </w:lvl>
    <w:lvl w:ilvl="5" w:tplc="0405001B" w:tentative="1">
      <w:start w:val="1"/>
      <w:numFmt w:val="lowerRoman"/>
      <w:lvlText w:val="%6."/>
      <w:lvlJc w:val="right"/>
      <w:pPr>
        <w:ind w:left="7020" w:hanging="180"/>
      </w:pPr>
    </w:lvl>
    <w:lvl w:ilvl="6" w:tplc="0405000F" w:tentative="1">
      <w:start w:val="1"/>
      <w:numFmt w:val="decimal"/>
      <w:lvlText w:val="%7."/>
      <w:lvlJc w:val="left"/>
      <w:pPr>
        <w:ind w:left="7740" w:hanging="360"/>
      </w:pPr>
    </w:lvl>
    <w:lvl w:ilvl="7" w:tplc="04050019" w:tentative="1">
      <w:start w:val="1"/>
      <w:numFmt w:val="lowerLetter"/>
      <w:lvlText w:val="%8."/>
      <w:lvlJc w:val="left"/>
      <w:pPr>
        <w:ind w:left="8460" w:hanging="360"/>
      </w:pPr>
    </w:lvl>
    <w:lvl w:ilvl="8" w:tplc="0405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" w15:restartNumberingAfterBreak="0">
    <w:nsid w:val="17820DF8"/>
    <w:multiLevelType w:val="hybridMultilevel"/>
    <w:tmpl w:val="24308FB8"/>
    <w:lvl w:ilvl="0" w:tplc="FFFFFFFF">
      <w:start w:val="1"/>
      <w:numFmt w:val="decimal"/>
      <w:lvlText w:val="%1."/>
      <w:lvlJc w:val="left"/>
      <w:pPr>
        <w:ind w:left="2700" w:hanging="360"/>
      </w:p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227F2380"/>
    <w:multiLevelType w:val="hybridMultilevel"/>
    <w:tmpl w:val="A2BEDE2C"/>
    <w:lvl w:ilvl="0" w:tplc="A1E6964A">
      <w:start w:val="1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2792547D"/>
    <w:multiLevelType w:val="hybridMultilevel"/>
    <w:tmpl w:val="EF4E4BB8"/>
    <w:lvl w:ilvl="0" w:tplc="EC0C4AD4">
      <w:start w:val="19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D3BE7"/>
    <w:multiLevelType w:val="hybridMultilevel"/>
    <w:tmpl w:val="1A3A88A0"/>
    <w:lvl w:ilvl="0" w:tplc="FFFFFFFF">
      <w:start w:val="1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33AC18C1"/>
    <w:multiLevelType w:val="hybridMultilevel"/>
    <w:tmpl w:val="A30ED0CE"/>
    <w:lvl w:ilvl="0" w:tplc="9356B494">
      <w:start w:val="1"/>
      <w:numFmt w:val="decimalZero"/>
      <w:lvlText w:val="%1."/>
      <w:lvlJc w:val="left"/>
      <w:pPr>
        <w:ind w:left="3561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863" w:hanging="360"/>
      </w:pPr>
    </w:lvl>
    <w:lvl w:ilvl="2" w:tplc="9356B494">
      <w:start w:val="1"/>
      <w:numFmt w:val="decimalZero"/>
      <w:lvlText w:val="%3."/>
      <w:lvlJc w:val="left"/>
      <w:pPr>
        <w:ind w:left="2138" w:hanging="360"/>
      </w:pPr>
      <w:rPr>
        <w:rFonts w:hint="default"/>
        <w:b w:val="0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ind w:left="4303" w:hanging="360"/>
      </w:pPr>
    </w:lvl>
    <w:lvl w:ilvl="4" w:tplc="04050019" w:tentative="1">
      <w:start w:val="1"/>
      <w:numFmt w:val="lowerLetter"/>
      <w:lvlText w:val="%5."/>
      <w:lvlJc w:val="left"/>
      <w:pPr>
        <w:ind w:left="5023" w:hanging="360"/>
      </w:pPr>
    </w:lvl>
    <w:lvl w:ilvl="5" w:tplc="0405001B" w:tentative="1">
      <w:start w:val="1"/>
      <w:numFmt w:val="lowerRoman"/>
      <w:lvlText w:val="%6."/>
      <w:lvlJc w:val="right"/>
      <w:pPr>
        <w:ind w:left="5743" w:hanging="180"/>
      </w:pPr>
    </w:lvl>
    <w:lvl w:ilvl="6" w:tplc="0405000F" w:tentative="1">
      <w:start w:val="1"/>
      <w:numFmt w:val="decimal"/>
      <w:lvlText w:val="%7."/>
      <w:lvlJc w:val="left"/>
      <w:pPr>
        <w:ind w:left="6463" w:hanging="360"/>
      </w:pPr>
    </w:lvl>
    <w:lvl w:ilvl="7" w:tplc="04050019" w:tentative="1">
      <w:start w:val="1"/>
      <w:numFmt w:val="lowerLetter"/>
      <w:lvlText w:val="%8."/>
      <w:lvlJc w:val="left"/>
      <w:pPr>
        <w:ind w:left="7183" w:hanging="360"/>
      </w:pPr>
    </w:lvl>
    <w:lvl w:ilvl="8" w:tplc="0405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7" w15:restartNumberingAfterBreak="0">
    <w:nsid w:val="353A1ED9"/>
    <w:multiLevelType w:val="hybridMultilevel"/>
    <w:tmpl w:val="73BEC526"/>
    <w:lvl w:ilvl="0" w:tplc="BB460C0A">
      <w:start w:val="2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C1508"/>
    <w:multiLevelType w:val="hybridMultilevel"/>
    <w:tmpl w:val="46AA615A"/>
    <w:lvl w:ilvl="0" w:tplc="9356B494">
      <w:start w:val="2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65C7"/>
    <w:multiLevelType w:val="hybridMultilevel"/>
    <w:tmpl w:val="8068849C"/>
    <w:lvl w:ilvl="0" w:tplc="0A7E0634">
      <w:start w:val="14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02A71"/>
    <w:multiLevelType w:val="hybridMultilevel"/>
    <w:tmpl w:val="514A1882"/>
    <w:lvl w:ilvl="0" w:tplc="FFFFFFFF">
      <w:start w:val="2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216B0"/>
    <w:multiLevelType w:val="hybridMultilevel"/>
    <w:tmpl w:val="402EA610"/>
    <w:lvl w:ilvl="0" w:tplc="0405000F">
      <w:start w:val="1"/>
      <w:numFmt w:val="decimal"/>
      <w:lvlText w:val="%1."/>
      <w:lvlJc w:val="left"/>
      <w:pPr>
        <w:ind w:left="2143" w:hanging="360"/>
      </w:pPr>
    </w:lvl>
    <w:lvl w:ilvl="1" w:tplc="04050019" w:tentative="1">
      <w:start w:val="1"/>
      <w:numFmt w:val="lowerLetter"/>
      <w:lvlText w:val="%2."/>
      <w:lvlJc w:val="left"/>
      <w:pPr>
        <w:ind w:left="2863" w:hanging="360"/>
      </w:pPr>
    </w:lvl>
    <w:lvl w:ilvl="2" w:tplc="0405001B" w:tentative="1">
      <w:start w:val="1"/>
      <w:numFmt w:val="lowerRoman"/>
      <w:lvlText w:val="%3."/>
      <w:lvlJc w:val="right"/>
      <w:pPr>
        <w:ind w:left="3583" w:hanging="180"/>
      </w:pPr>
    </w:lvl>
    <w:lvl w:ilvl="3" w:tplc="0405000F" w:tentative="1">
      <w:start w:val="1"/>
      <w:numFmt w:val="decimal"/>
      <w:lvlText w:val="%4."/>
      <w:lvlJc w:val="left"/>
      <w:pPr>
        <w:ind w:left="4303" w:hanging="360"/>
      </w:pPr>
    </w:lvl>
    <w:lvl w:ilvl="4" w:tplc="04050019" w:tentative="1">
      <w:start w:val="1"/>
      <w:numFmt w:val="lowerLetter"/>
      <w:lvlText w:val="%5."/>
      <w:lvlJc w:val="left"/>
      <w:pPr>
        <w:ind w:left="5023" w:hanging="360"/>
      </w:pPr>
    </w:lvl>
    <w:lvl w:ilvl="5" w:tplc="0405001B" w:tentative="1">
      <w:start w:val="1"/>
      <w:numFmt w:val="lowerRoman"/>
      <w:lvlText w:val="%6."/>
      <w:lvlJc w:val="right"/>
      <w:pPr>
        <w:ind w:left="5743" w:hanging="180"/>
      </w:pPr>
    </w:lvl>
    <w:lvl w:ilvl="6" w:tplc="0405000F" w:tentative="1">
      <w:start w:val="1"/>
      <w:numFmt w:val="decimal"/>
      <w:lvlText w:val="%7."/>
      <w:lvlJc w:val="left"/>
      <w:pPr>
        <w:ind w:left="6463" w:hanging="360"/>
      </w:pPr>
    </w:lvl>
    <w:lvl w:ilvl="7" w:tplc="04050019" w:tentative="1">
      <w:start w:val="1"/>
      <w:numFmt w:val="lowerLetter"/>
      <w:lvlText w:val="%8."/>
      <w:lvlJc w:val="left"/>
      <w:pPr>
        <w:ind w:left="7183" w:hanging="360"/>
      </w:pPr>
    </w:lvl>
    <w:lvl w:ilvl="8" w:tplc="0405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2" w15:restartNumberingAfterBreak="0">
    <w:nsid w:val="53C21228"/>
    <w:multiLevelType w:val="hybridMultilevel"/>
    <w:tmpl w:val="8C006CCE"/>
    <w:lvl w:ilvl="0" w:tplc="0A4A2764">
      <w:start w:val="25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5F218C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61DD1B54"/>
    <w:multiLevelType w:val="hybridMultilevel"/>
    <w:tmpl w:val="0B2AA320"/>
    <w:lvl w:ilvl="0" w:tplc="AB1E094E">
      <w:start w:val="14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648E598F"/>
    <w:multiLevelType w:val="hybridMultilevel"/>
    <w:tmpl w:val="12CEC636"/>
    <w:lvl w:ilvl="0" w:tplc="0A7E0634">
      <w:start w:val="14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0017F"/>
    <w:multiLevelType w:val="hybridMultilevel"/>
    <w:tmpl w:val="549667D4"/>
    <w:lvl w:ilvl="0" w:tplc="FFFFFFFF">
      <w:start w:val="4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69D016A0"/>
    <w:multiLevelType w:val="hybridMultilevel"/>
    <w:tmpl w:val="8B388590"/>
    <w:lvl w:ilvl="0" w:tplc="0A7E0634">
      <w:start w:val="3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8" w15:restartNumberingAfterBreak="0">
    <w:nsid w:val="6CE5686B"/>
    <w:multiLevelType w:val="hybridMultilevel"/>
    <w:tmpl w:val="2B98CA80"/>
    <w:lvl w:ilvl="0" w:tplc="0405000F">
      <w:start w:val="1"/>
      <w:numFmt w:val="decimal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6E9B70D9"/>
    <w:multiLevelType w:val="hybridMultilevel"/>
    <w:tmpl w:val="549667D4"/>
    <w:lvl w:ilvl="0" w:tplc="FFFFFFFF">
      <w:start w:val="4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703747FC"/>
    <w:multiLevelType w:val="hybridMultilevel"/>
    <w:tmpl w:val="F29A8AF0"/>
    <w:lvl w:ilvl="0" w:tplc="0A7E0634">
      <w:start w:val="14"/>
      <w:numFmt w:val="decimalZero"/>
      <w:lvlText w:val="%1.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1" w15:restartNumberingAfterBreak="0">
    <w:nsid w:val="713A0966"/>
    <w:multiLevelType w:val="hybridMultilevel"/>
    <w:tmpl w:val="C03C4E46"/>
    <w:lvl w:ilvl="0" w:tplc="FFFFFFFF">
      <w:start w:val="1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47048B4"/>
    <w:multiLevelType w:val="hybridMultilevel"/>
    <w:tmpl w:val="9586A648"/>
    <w:lvl w:ilvl="0" w:tplc="9356B494">
      <w:start w:val="1"/>
      <w:numFmt w:val="decimalZero"/>
      <w:lvlText w:val="%1."/>
      <w:lvlJc w:val="left"/>
      <w:pPr>
        <w:ind w:left="2138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75C84B70"/>
    <w:multiLevelType w:val="hybridMultilevel"/>
    <w:tmpl w:val="B24CAC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85CF7"/>
    <w:multiLevelType w:val="hybridMultilevel"/>
    <w:tmpl w:val="C03C4E46"/>
    <w:lvl w:ilvl="0" w:tplc="FFFFFFFF">
      <w:start w:val="1"/>
      <w:numFmt w:val="decimalZero"/>
      <w:lvlText w:val="%1.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7C855D73"/>
    <w:multiLevelType w:val="hybridMultilevel"/>
    <w:tmpl w:val="B58EAB92"/>
    <w:lvl w:ilvl="0" w:tplc="0405000F">
      <w:start w:val="1"/>
      <w:numFmt w:val="decimal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26879361">
    <w:abstractNumId w:val="22"/>
  </w:num>
  <w:num w:numId="2" w16cid:durableId="316812353">
    <w:abstractNumId w:val="13"/>
  </w:num>
  <w:num w:numId="3" w16cid:durableId="773403664">
    <w:abstractNumId w:val="11"/>
  </w:num>
  <w:num w:numId="4" w16cid:durableId="1624454920">
    <w:abstractNumId w:val="23"/>
  </w:num>
  <w:num w:numId="5" w16cid:durableId="429131931">
    <w:abstractNumId w:val="0"/>
  </w:num>
  <w:num w:numId="6" w16cid:durableId="2055812831">
    <w:abstractNumId w:val="6"/>
  </w:num>
  <w:num w:numId="7" w16cid:durableId="25184943">
    <w:abstractNumId w:val="17"/>
  </w:num>
  <w:num w:numId="8" w16cid:durableId="2064599269">
    <w:abstractNumId w:val="19"/>
  </w:num>
  <w:num w:numId="9" w16cid:durableId="2557739">
    <w:abstractNumId w:val="20"/>
  </w:num>
  <w:num w:numId="10" w16cid:durableId="2042775911">
    <w:abstractNumId w:val="16"/>
  </w:num>
  <w:num w:numId="11" w16cid:durableId="1850948902">
    <w:abstractNumId w:val="8"/>
  </w:num>
  <w:num w:numId="12" w16cid:durableId="557908211">
    <w:abstractNumId w:val="12"/>
  </w:num>
  <w:num w:numId="13" w16cid:durableId="1917202339">
    <w:abstractNumId w:val="9"/>
  </w:num>
  <w:num w:numId="14" w16cid:durableId="1086538988">
    <w:abstractNumId w:val="15"/>
  </w:num>
  <w:num w:numId="15" w16cid:durableId="4869514">
    <w:abstractNumId w:val="25"/>
  </w:num>
  <w:num w:numId="16" w16cid:durableId="1429621602">
    <w:abstractNumId w:val="3"/>
  </w:num>
  <w:num w:numId="17" w16cid:durableId="84806335">
    <w:abstractNumId w:val="14"/>
  </w:num>
  <w:num w:numId="18" w16cid:durableId="218515616">
    <w:abstractNumId w:val="18"/>
  </w:num>
  <w:num w:numId="19" w16cid:durableId="363555410">
    <w:abstractNumId w:val="2"/>
  </w:num>
  <w:num w:numId="20" w16cid:durableId="1362823903">
    <w:abstractNumId w:val="5"/>
  </w:num>
  <w:num w:numId="21" w16cid:durableId="805050136">
    <w:abstractNumId w:val="21"/>
  </w:num>
  <w:num w:numId="22" w16cid:durableId="675303581">
    <w:abstractNumId w:val="24"/>
  </w:num>
  <w:num w:numId="23" w16cid:durableId="221992362">
    <w:abstractNumId w:val="7"/>
  </w:num>
  <w:num w:numId="24" w16cid:durableId="2056926801">
    <w:abstractNumId w:val="10"/>
  </w:num>
  <w:num w:numId="25" w16cid:durableId="1985694311">
    <w:abstractNumId w:val="4"/>
  </w:num>
  <w:num w:numId="26" w16cid:durableId="482936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50"/>
    <w:rsid w:val="00000155"/>
    <w:rsid w:val="000153F8"/>
    <w:rsid w:val="00023443"/>
    <w:rsid w:val="00033962"/>
    <w:rsid w:val="000345CD"/>
    <w:rsid w:val="000546D4"/>
    <w:rsid w:val="0006578B"/>
    <w:rsid w:val="00084E9A"/>
    <w:rsid w:val="000A7B0F"/>
    <w:rsid w:val="000B5EF7"/>
    <w:rsid w:val="000D3115"/>
    <w:rsid w:val="000F658A"/>
    <w:rsid w:val="00102597"/>
    <w:rsid w:val="00104F5A"/>
    <w:rsid w:val="00126508"/>
    <w:rsid w:val="001271ED"/>
    <w:rsid w:val="00130AE4"/>
    <w:rsid w:val="0014376E"/>
    <w:rsid w:val="00145C07"/>
    <w:rsid w:val="001553D7"/>
    <w:rsid w:val="00157DE0"/>
    <w:rsid w:val="001624DC"/>
    <w:rsid w:val="00167788"/>
    <w:rsid w:val="001940DE"/>
    <w:rsid w:val="00197234"/>
    <w:rsid w:val="001A7AFA"/>
    <w:rsid w:val="001A7E13"/>
    <w:rsid w:val="001B1BDE"/>
    <w:rsid w:val="001B2C5D"/>
    <w:rsid w:val="001D5FD4"/>
    <w:rsid w:val="001E0BBC"/>
    <w:rsid w:val="001E4DA8"/>
    <w:rsid w:val="001F79B1"/>
    <w:rsid w:val="00201408"/>
    <w:rsid w:val="00206710"/>
    <w:rsid w:val="00221CBC"/>
    <w:rsid w:val="00242F71"/>
    <w:rsid w:val="002578D7"/>
    <w:rsid w:val="00263C43"/>
    <w:rsid w:val="002966B8"/>
    <w:rsid w:val="002B367E"/>
    <w:rsid w:val="002B3EF0"/>
    <w:rsid w:val="002C37FB"/>
    <w:rsid w:val="002E6B76"/>
    <w:rsid w:val="00306D8D"/>
    <w:rsid w:val="00320FBA"/>
    <w:rsid w:val="00322EA5"/>
    <w:rsid w:val="00327CD5"/>
    <w:rsid w:val="0035645A"/>
    <w:rsid w:val="0035745B"/>
    <w:rsid w:val="003B06A7"/>
    <w:rsid w:val="003B193C"/>
    <w:rsid w:val="003C0E41"/>
    <w:rsid w:val="003C305E"/>
    <w:rsid w:val="003D3D23"/>
    <w:rsid w:val="003D5B33"/>
    <w:rsid w:val="003E1AE7"/>
    <w:rsid w:val="003E3C7E"/>
    <w:rsid w:val="003E6FEA"/>
    <w:rsid w:val="003F395B"/>
    <w:rsid w:val="004279E5"/>
    <w:rsid w:val="00460F12"/>
    <w:rsid w:val="00475FB1"/>
    <w:rsid w:val="00484136"/>
    <w:rsid w:val="004A1604"/>
    <w:rsid w:val="004A2751"/>
    <w:rsid w:val="004C2974"/>
    <w:rsid w:val="004E3549"/>
    <w:rsid w:val="004E3DE3"/>
    <w:rsid w:val="004F2FA6"/>
    <w:rsid w:val="00522BF0"/>
    <w:rsid w:val="00526892"/>
    <w:rsid w:val="00536271"/>
    <w:rsid w:val="005720D0"/>
    <w:rsid w:val="005B6F3B"/>
    <w:rsid w:val="005C24A6"/>
    <w:rsid w:val="005C6E71"/>
    <w:rsid w:val="005D6527"/>
    <w:rsid w:val="005E2974"/>
    <w:rsid w:val="005E7EB0"/>
    <w:rsid w:val="00620473"/>
    <w:rsid w:val="006311CC"/>
    <w:rsid w:val="00641325"/>
    <w:rsid w:val="00655273"/>
    <w:rsid w:val="006562CE"/>
    <w:rsid w:val="006618D4"/>
    <w:rsid w:val="006657B3"/>
    <w:rsid w:val="00665857"/>
    <w:rsid w:val="0067086F"/>
    <w:rsid w:val="00672165"/>
    <w:rsid w:val="00676420"/>
    <w:rsid w:val="006A6058"/>
    <w:rsid w:val="006B679B"/>
    <w:rsid w:val="006C2BC5"/>
    <w:rsid w:val="006C2F73"/>
    <w:rsid w:val="006D0BA0"/>
    <w:rsid w:val="006E471B"/>
    <w:rsid w:val="006F09E5"/>
    <w:rsid w:val="007419C3"/>
    <w:rsid w:val="00751DA0"/>
    <w:rsid w:val="00756457"/>
    <w:rsid w:val="0076198C"/>
    <w:rsid w:val="007775D7"/>
    <w:rsid w:val="007815A5"/>
    <w:rsid w:val="007872C3"/>
    <w:rsid w:val="007930C9"/>
    <w:rsid w:val="007A1503"/>
    <w:rsid w:val="007B1FA0"/>
    <w:rsid w:val="007C38C6"/>
    <w:rsid w:val="007E238F"/>
    <w:rsid w:val="007E609E"/>
    <w:rsid w:val="007F3B28"/>
    <w:rsid w:val="00803868"/>
    <w:rsid w:val="00825EDD"/>
    <w:rsid w:val="00843993"/>
    <w:rsid w:val="00846467"/>
    <w:rsid w:val="00866C6B"/>
    <w:rsid w:val="00874D32"/>
    <w:rsid w:val="00882FD8"/>
    <w:rsid w:val="00894C43"/>
    <w:rsid w:val="00897C32"/>
    <w:rsid w:val="008B0B68"/>
    <w:rsid w:val="008B6937"/>
    <w:rsid w:val="008D199C"/>
    <w:rsid w:val="008F0DE5"/>
    <w:rsid w:val="008F5F2D"/>
    <w:rsid w:val="008F72A3"/>
    <w:rsid w:val="009172E4"/>
    <w:rsid w:val="00940B7A"/>
    <w:rsid w:val="009669BD"/>
    <w:rsid w:val="00977048"/>
    <w:rsid w:val="00982E1F"/>
    <w:rsid w:val="009831B2"/>
    <w:rsid w:val="00986383"/>
    <w:rsid w:val="009864F9"/>
    <w:rsid w:val="00986BA0"/>
    <w:rsid w:val="00994110"/>
    <w:rsid w:val="0099544F"/>
    <w:rsid w:val="009A35DB"/>
    <w:rsid w:val="009E67D0"/>
    <w:rsid w:val="00A015FC"/>
    <w:rsid w:val="00A02AD9"/>
    <w:rsid w:val="00A35993"/>
    <w:rsid w:val="00A37C69"/>
    <w:rsid w:val="00A638AA"/>
    <w:rsid w:val="00A92EBB"/>
    <w:rsid w:val="00A9500C"/>
    <w:rsid w:val="00AA21B8"/>
    <w:rsid w:val="00AC0DF1"/>
    <w:rsid w:val="00AD66FC"/>
    <w:rsid w:val="00AD6761"/>
    <w:rsid w:val="00AE0DFC"/>
    <w:rsid w:val="00AE24D8"/>
    <w:rsid w:val="00AE52DD"/>
    <w:rsid w:val="00AF060C"/>
    <w:rsid w:val="00B21F40"/>
    <w:rsid w:val="00B27058"/>
    <w:rsid w:val="00B3235F"/>
    <w:rsid w:val="00B3379A"/>
    <w:rsid w:val="00B36563"/>
    <w:rsid w:val="00B522B4"/>
    <w:rsid w:val="00B67007"/>
    <w:rsid w:val="00B724FA"/>
    <w:rsid w:val="00B74600"/>
    <w:rsid w:val="00B83287"/>
    <w:rsid w:val="00B93479"/>
    <w:rsid w:val="00B97D63"/>
    <w:rsid w:val="00BD5A27"/>
    <w:rsid w:val="00BE060F"/>
    <w:rsid w:val="00BF04E2"/>
    <w:rsid w:val="00BF29C8"/>
    <w:rsid w:val="00BF797C"/>
    <w:rsid w:val="00BF7A1E"/>
    <w:rsid w:val="00C06B55"/>
    <w:rsid w:val="00C226D4"/>
    <w:rsid w:val="00C36D40"/>
    <w:rsid w:val="00C555B7"/>
    <w:rsid w:val="00C80529"/>
    <w:rsid w:val="00C96738"/>
    <w:rsid w:val="00CB5655"/>
    <w:rsid w:val="00CC080C"/>
    <w:rsid w:val="00CE5D39"/>
    <w:rsid w:val="00D00431"/>
    <w:rsid w:val="00D1787D"/>
    <w:rsid w:val="00D270F9"/>
    <w:rsid w:val="00D3369F"/>
    <w:rsid w:val="00D35C90"/>
    <w:rsid w:val="00D8009B"/>
    <w:rsid w:val="00D84BB6"/>
    <w:rsid w:val="00DA1B8C"/>
    <w:rsid w:val="00DC2CFE"/>
    <w:rsid w:val="00DC401E"/>
    <w:rsid w:val="00DC552C"/>
    <w:rsid w:val="00DE6778"/>
    <w:rsid w:val="00DF4803"/>
    <w:rsid w:val="00E1111A"/>
    <w:rsid w:val="00E17525"/>
    <w:rsid w:val="00E203EA"/>
    <w:rsid w:val="00E24D52"/>
    <w:rsid w:val="00E250DF"/>
    <w:rsid w:val="00E25607"/>
    <w:rsid w:val="00E40784"/>
    <w:rsid w:val="00E664A4"/>
    <w:rsid w:val="00E66F66"/>
    <w:rsid w:val="00E674A2"/>
    <w:rsid w:val="00E728C3"/>
    <w:rsid w:val="00E807FB"/>
    <w:rsid w:val="00E840A9"/>
    <w:rsid w:val="00E867E3"/>
    <w:rsid w:val="00EC149A"/>
    <w:rsid w:val="00ED574D"/>
    <w:rsid w:val="00ED6B40"/>
    <w:rsid w:val="00EE6F82"/>
    <w:rsid w:val="00F058CE"/>
    <w:rsid w:val="00F069A4"/>
    <w:rsid w:val="00F14E57"/>
    <w:rsid w:val="00F369D5"/>
    <w:rsid w:val="00F41BBF"/>
    <w:rsid w:val="00F433C6"/>
    <w:rsid w:val="00F54CE4"/>
    <w:rsid w:val="00F65FB6"/>
    <w:rsid w:val="00F94EA0"/>
    <w:rsid w:val="00FB2C50"/>
    <w:rsid w:val="00FB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DCA9"/>
  <w15:docId w15:val="{5DA822E4-293B-4ABB-A222-F8EB7395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  <w:style w:type="character" w:styleId="Odkazintenzivn">
    <w:name w:val="Intense Reference"/>
    <w:basedOn w:val="Standardnpsmoodstavce"/>
    <w:uiPriority w:val="32"/>
    <w:qFormat/>
    <w:rsid w:val="00DC401E"/>
    <w:rPr>
      <w:b/>
      <w:bCs/>
      <w:smallCaps/>
      <w:color w:val="ED7D31" w:themeColor="accent2"/>
      <w:spacing w:val="5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56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4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45A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45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1" ma:contentTypeDescription="Vytvoří nový dokument" ma:contentTypeScope="" ma:versionID="3be5139c61352de93a76a388fa2b9b7c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f4d4b7724c281804ecff2f5d8aa3497d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5E5B41-F3DE-4575-95F4-44257E7A8E44}"/>
</file>

<file path=customXml/itemProps2.xml><?xml version="1.0" encoding="utf-8"?>
<ds:datastoreItem xmlns:ds="http://schemas.openxmlformats.org/officeDocument/2006/customXml" ds:itemID="{CDB64C5D-4384-4168-A0C5-C8572D0B01C7}"/>
</file>

<file path=customXml/itemProps3.xml><?xml version="1.0" encoding="utf-8"?>
<ds:datastoreItem xmlns:ds="http://schemas.openxmlformats.org/officeDocument/2006/customXml" ds:itemID="{B629F30A-BE3B-401F-B56D-384FB6B16BF1}"/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426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Ja</cp:lastModifiedBy>
  <cp:revision>16</cp:revision>
  <cp:lastPrinted>2025-05-30T18:08:00Z</cp:lastPrinted>
  <dcterms:created xsi:type="dcterms:W3CDTF">2024-11-01T10:39:00Z</dcterms:created>
  <dcterms:modified xsi:type="dcterms:W3CDTF">2025-06-05T10:50:00Z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